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 w:rsidP="00282E00">
      <w:pPr>
        <w:pStyle w:val="Textdopisu"/>
        <w:rPr>
          <w:sz w:val="18"/>
          <w:szCs w:val="18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594C71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594C71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594C71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594C7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3F1F24" w:rsidRDefault="003F1F24" w:rsidP="00282E00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F1F24">
              <w:rPr>
                <w:rFonts w:ascii="Arial" w:hAnsi="Arial" w:cs="Arial"/>
                <w:color w:val="FF0000"/>
                <w:sz w:val="20"/>
                <w:szCs w:val="20"/>
              </w:rPr>
              <w:t>úprava venkovního areálu s prvky přírodní zahrady v základní škole a v mateřské škole na výsluní, uherský brod</w:t>
            </w:r>
          </w:p>
        </w:tc>
      </w:tr>
      <w:tr w:rsidR="001039B2" w:rsidRPr="003D1519" w:rsidTr="00594C7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594C71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594C71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0A224C" w:rsidP="00282E00">
            <w:pPr>
              <w:rPr>
                <w:b/>
                <w:szCs w:val="20"/>
              </w:rPr>
            </w:pPr>
            <w:r w:rsidRPr="002921AD">
              <w:rPr>
                <w:rFonts w:cs="Arial"/>
                <w:b/>
                <w:szCs w:val="20"/>
                <w:shd w:val="clear" w:color="auto" w:fill="FFFFFF"/>
              </w:rPr>
              <w:t>Základní škola a Mateřská škola Na Výsluní, Uherský Brod, příspěvková organizace</w:t>
            </w:r>
            <w:bookmarkStart w:id="0" w:name="_GoBack"/>
            <w:bookmarkEnd w:id="0"/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1039B2" w:rsidP="00282E00">
            <w:pPr>
              <w:rPr>
                <w:szCs w:val="20"/>
              </w:rPr>
            </w:pPr>
            <w:r w:rsidRPr="001039B2">
              <w:rPr>
                <w:szCs w:val="20"/>
              </w:rPr>
              <w:t>Na Výsluní 2047,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282E00">
            <w:pPr>
              <w:rPr>
                <w:szCs w:val="20"/>
              </w:rPr>
            </w:pPr>
            <w:r>
              <w:rPr>
                <w:szCs w:val="20"/>
              </w:rPr>
              <w:t>70932310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EA7A1C" w:rsidP="00282E00">
            <w:pPr>
              <w:rPr>
                <w:szCs w:val="20"/>
              </w:rPr>
            </w:pPr>
            <w:r>
              <w:rPr>
                <w:szCs w:val="20"/>
              </w:rPr>
              <w:t>Ing. Martina Zemánková</w:t>
            </w:r>
            <w:r w:rsidR="001039B2" w:rsidRPr="001039B2">
              <w:rPr>
                <w:szCs w:val="20"/>
              </w:rPr>
              <w:t>, ředitelka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EA7A1C" w:rsidP="00282E00">
            <w:pPr>
              <w:rPr>
                <w:szCs w:val="20"/>
                <w:highlight w:val="yellow"/>
              </w:rPr>
            </w:pPr>
            <w:r w:rsidRPr="00B23887">
              <w:rPr>
                <w:rFonts w:cs="Arial"/>
                <w:szCs w:val="20"/>
              </w:rPr>
              <w:t xml:space="preserve">572 805 500, </w:t>
            </w:r>
            <w:r>
              <w:rPr>
                <w:rFonts w:cs="Arial"/>
                <w:szCs w:val="20"/>
              </w:rPr>
              <w:t>604 917 123</w:t>
            </w:r>
          </w:p>
        </w:tc>
      </w:tr>
      <w:tr w:rsidR="001039B2" w:rsidRPr="003D1519" w:rsidTr="00594C7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B22FDB" w:rsidRDefault="000A224C" w:rsidP="00282E00">
            <w:pPr>
              <w:pStyle w:val="Zkladntext"/>
              <w:rPr>
                <w:rFonts w:cs="Arial"/>
                <w:sz w:val="20"/>
                <w:szCs w:val="20"/>
              </w:rPr>
            </w:pPr>
            <w:hyperlink r:id="rId8" w:history="1">
              <w:r w:rsidR="00EA7A1C" w:rsidRPr="00B22FDB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martina.zemankova@zsvysluni.cz</w:t>
              </w:r>
            </w:hyperlink>
          </w:p>
        </w:tc>
      </w:tr>
      <w:tr w:rsidR="001039B2" w:rsidRPr="003D1519" w:rsidTr="00594C71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  <w:r w:rsidR="003F1F24">
              <w:rPr>
                <w:bCs/>
                <w:szCs w:val="20"/>
              </w:rPr>
              <w:t xml:space="preserve">    /  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3F1F24">
              <w:t xml:space="preserve">                  </w:t>
            </w:r>
            <w:r w:rsidR="003F1F24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3F1F24" w:rsidRPr="00F67690">
              <w:instrText xml:space="preserve"> FORMTEXT </w:instrText>
            </w:r>
            <w:r w:rsidR="003F1F24" w:rsidRPr="00F67690">
              <w:fldChar w:fldCharType="separate"/>
            </w:r>
            <w:r w:rsidR="003F1F24" w:rsidRPr="00F67690">
              <w:rPr>
                <w:noProof/>
              </w:rPr>
              <w:t>..........................</w:t>
            </w:r>
            <w:r w:rsidR="003F1F24"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3F1F24">
              <w:rPr>
                <w:bCs/>
                <w:szCs w:val="20"/>
              </w:rPr>
              <w:t xml:space="preserve">/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3F1F24">
              <w:t xml:space="preserve">                  </w:t>
            </w:r>
            <w:r w:rsidR="003F1F24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3F1F24" w:rsidRPr="00F67690">
              <w:instrText xml:space="preserve"> FORMTEXT </w:instrText>
            </w:r>
            <w:r w:rsidR="003F1F24" w:rsidRPr="00F67690">
              <w:fldChar w:fldCharType="separate"/>
            </w:r>
            <w:r w:rsidR="003F1F24" w:rsidRPr="00F67690">
              <w:rPr>
                <w:noProof/>
              </w:rPr>
              <w:t>..........................</w:t>
            </w:r>
            <w:r w:rsidR="003F1F24"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594C7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594C71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594C7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7F031D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Nabídková cena zahrada ZŠ</w:t>
            </w:r>
            <w:r w:rsidR="001039B2"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7F031D" w:rsidRPr="003D1519" w:rsidTr="00594C7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7F031D" w:rsidRDefault="007F031D" w:rsidP="007F031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Nabídková cena zahrada MŠ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7F031D" w:rsidRPr="00F03382" w:rsidRDefault="007F031D" w:rsidP="007F031D">
            <w:pPr>
              <w:jc w:val="center"/>
            </w:pPr>
          </w:p>
          <w:p w:rsidR="007F031D" w:rsidRPr="00F03382" w:rsidRDefault="007F031D" w:rsidP="007F031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031D" w:rsidRDefault="007F031D" w:rsidP="007F031D">
            <w:pPr>
              <w:jc w:val="center"/>
            </w:pPr>
          </w:p>
          <w:p w:rsidR="007F031D" w:rsidRPr="00F03382" w:rsidRDefault="007F031D" w:rsidP="007F031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F031D" w:rsidRPr="00F03382" w:rsidRDefault="007F031D" w:rsidP="007F031D">
            <w:pPr>
              <w:jc w:val="center"/>
            </w:pPr>
          </w:p>
          <w:p w:rsidR="007F031D" w:rsidRPr="00F03382" w:rsidRDefault="007F031D" w:rsidP="007F031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3F1F24" w:rsidRPr="003D1519" w:rsidTr="00594C7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3F1F24" w:rsidRPr="002D0F22" w:rsidRDefault="003F1F24" w:rsidP="003F1F2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F1F24" w:rsidRPr="00F03382" w:rsidRDefault="003F1F24" w:rsidP="003F1F24">
            <w:pPr>
              <w:jc w:val="center"/>
            </w:pPr>
          </w:p>
          <w:p w:rsidR="003F1F24" w:rsidRPr="00F03382" w:rsidRDefault="003F1F24" w:rsidP="003F1F2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1F24" w:rsidRDefault="003F1F24" w:rsidP="003F1F24">
            <w:pPr>
              <w:jc w:val="center"/>
            </w:pPr>
          </w:p>
          <w:p w:rsidR="003F1F24" w:rsidRPr="00F03382" w:rsidRDefault="003F1F24" w:rsidP="003F1F2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F1F24" w:rsidRPr="00F03382" w:rsidRDefault="003F1F24" w:rsidP="003F1F24">
            <w:pPr>
              <w:jc w:val="center"/>
            </w:pPr>
          </w:p>
          <w:p w:rsidR="003F1F24" w:rsidRPr="00F03382" w:rsidRDefault="003F1F24" w:rsidP="003F1F2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594C71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594C71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594C7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594C7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594C71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10"/>
      <w:head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3F1F2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F031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1039B2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12F1DF68" wp14:editId="64145D44">
          <wp:extent cx="1000125" cy="723900"/>
          <wp:effectExtent l="0" t="0" r="0" b="0"/>
          <wp:docPr id="1" name="Obrázek 1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24C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2EB4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1F24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4C71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031D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27848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B91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2FDB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60E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A7A1C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E55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8840F0F9-DAE9-4F45-A9E3-8448180F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zemankova@zsvysl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8772-D45B-4CA3-B503-6CE32A75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F9B29551</Template>
  <TotalTime>14</TotalTime>
  <Pages>1</Pages>
  <Words>168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2212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5</cp:revision>
  <cp:lastPrinted>2025-06-12T12:01:00Z</cp:lastPrinted>
  <dcterms:created xsi:type="dcterms:W3CDTF">2025-06-12T11:28:00Z</dcterms:created>
  <dcterms:modified xsi:type="dcterms:W3CDTF">2025-06-12T12:08:00Z</dcterms:modified>
</cp:coreProperties>
</file>